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02E" w:rsidRPr="007F602E" w:rsidRDefault="007F602E" w:rsidP="00932444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2D57F8">
        <w:rPr>
          <w:rFonts w:ascii="Arial" w:hAnsi="Arial" w:cs="Arial"/>
          <w:b/>
          <w:sz w:val="24"/>
        </w:rPr>
        <w:t>2_</w:t>
      </w:r>
      <w:r w:rsidR="00E42A48">
        <w:rPr>
          <w:rFonts w:ascii="Arial" w:hAnsi="Arial" w:cs="Arial"/>
          <w:b/>
          <w:sz w:val="24"/>
        </w:rPr>
        <w:t>2</w:t>
      </w:r>
      <w:r w:rsidR="006660EF">
        <w:rPr>
          <w:rFonts w:ascii="Arial" w:hAnsi="Arial" w:cs="Arial"/>
          <w:b/>
          <w:sz w:val="24"/>
        </w:rPr>
        <w:t>.</w:t>
      </w:r>
      <w:r w:rsidR="000D3C16">
        <w:rPr>
          <w:rFonts w:ascii="Arial" w:hAnsi="Arial" w:cs="Arial"/>
          <w:b/>
          <w:sz w:val="24"/>
        </w:rPr>
        <w:t>4</w:t>
      </w:r>
      <w:r w:rsidR="006660EF">
        <w:rPr>
          <w:rFonts w:ascii="Arial" w:hAnsi="Arial" w:cs="Arial"/>
          <w:b/>
          <w:sz w:val="24"/>
        </w:rPr>
        <w:t>.</w:t>
      </w:r>
      <w:proofErr w:type="gramStart"/>
      <w:r w:rsidR="006660EF">
        <w:rPr>
          <w:rFonts w:ascii="Arial" w:hAnsi="Arial" w:cs="Arial"/>
          <w:b/>
          <w:sz w:val="24"/>
        </w:rPr>
        <w:t>2</w:t>
      </w:r>
      <w:r w:rsidR="00613390">
        <w:rPr>
          <w:rFonts w:ascii="Arial" w:hAnsi="Arial" w:cs="Arial"/>
          <w:b/>
          <w:sz w:val="24"/>
        </w:rPr>
        <w:t xml:space="preserve"> </w:t>
      </w:r>
      <w:r w:rsidR="00D7628F">
        <w:rPr>
          <w:rFonts w:ascii="Arial" w:hAnsi="Arial" w:cs="Arial"/>
          <w:b/>
          <w:sz w:val="24"/>
        </w:rPr>
        <w:t xml:space="preserve"> -</w:t>
      </w:r>
      <w:proofErr w:type="gramEnd"/>
      <w:r w:rsidR="00D7628F">
        <w:rPr>
          <w:rFonts w:ascii="Arial" w:hAnsi="Arial" w:cs="Arial"/>
          <w:b/>
          <w:sz w:val="24"/>
        </w:rPr>
        <w:t xml:space="preserve">  </w:t>
      </w:r>
      <w:r w:rsidR="00D75772">
        <w:rPr>
          <w:rFonts w:ascii="Arial" w:hAnsi="Arial" w:cs="Arial"/>
          <w:b/>
          <w:sz w:val="24"/>
        </w:rPr>
        <w:t>Gepäckentladung</w:t>
      </w:r>
      <w:r w:rsidR="000D3C16">
        <w:rPr>
          <w:rFonts w:ascii="Arial" w:hAnsi="Arial" w:cs="Arial"/>
          <w:b/>
          <w:sz w:val="24"/>
        </w:rPr>
        <w:t xml:space="preserve">  -   EPK </w:t>
      </w:r>
    </w:p>
    <w:p w:rsidR="00CE3D00" w:rsidRDefault="00CE3D00" w:rsidP="00372096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372096" w:rsidRDefault="00DD1ACA" w:rsidP="00977F32">
      <w:pPr>
        <w:tabs>
          <w:tab w:val="left" w:pos="567"/>
        </w:tabs>
        <w:spacing w:after="0" w:line="240" w:lineRule="auto"/>
        <w:ind w:left="567"/>
        <w:rPr>
          <w:rFonts w:ascii="Arial" w:hAnsi="Arial" w:cs="Arial"/>
        </w:rPr>
      </w:pPr>
      <w:r>
        <w:object w:dxaOrig="9135" w:dyaOrig="123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pt;height:610.5pt" o:ole="">
            <v:imagedata r:id="rId8" o:title=""/>
          </v:shape>
          <o:OLEObject Type="Embed" ProgID="Visio.Drawing.15" ShapeID="_x0000_i1027" DrawAspect="Content" ObjectID="_1593254965" r:id="rId9"/>
        </w:object>
      </w:r>
      <w:bookmarkStart w:id="0" w:name="_GoBack"/>
      <w:bookmarkEnd w:id="0"/>
    </w:p>
    <w:sectPr w:rsidR="00372096" w:rsidSect="007560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0CE" w:rsidRDefault="002E50CE" w:rsidP="00F15712">
      <w:pPr>
        <w:spacing w:after="0" w:line="240" w:lineRule="auto"/>
      </w:pPr>
      <w:r>
        <w:separator/>
      </w:r>
    </w:p>
  </w:endnote>
  <w:endnote w:type="continuationSeparator" w:id="0">
    <w:p w:rsidR="002E50CE" w:rsidRDefault="002E50CE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Default="005945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59458F" w:rsidRDefault="0059458F" w:rsidP="005945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434F39">
      <w:rPr>
        <w:rFonts w:ascii="Calibri" w:eastAsia="Calibri" w:hAnsi="Calibri" w:cs="Times New Roman"/>
        <w:noProof/>
      </w:rPr>
      <w:t>L2_2.4.2 Lösung EPK Gepäckentladung.docx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DD1ACA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DD1ACA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</w:p>
  <w:p w:rsidR="0059458F" w:rsidRPr="0059458F" w:rsidRDefault="0059458F" w:rsidP="0059458F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Default="005945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0CE" w:rsidRDefault="002E50CE" w:rsidP="00F15712">
      <w:pPr>
        <w:spacing w:after="0" w:line="240" w:lineRule="auto"/>
      </w:pPr>
      <w:r>
        <w:separator/>
      </w:r>
    </w:p>
  </w:footnote>
  <w:footnote w:type="continuationSeparator" w:id="0">
    <w:p w:rsidR="002E50CE" w:rsidRDefault="002E50CE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Default="005945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Default="005945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7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1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96174"/>
    <w:rsid w:val="0009651B"/>
    <w:rsid w:val="000B6D2B"/>
    <w:rsid w:val="000D3C16"/>
    <w:rsid w:val="000F32D9"/>
    <w:rsid w:val="001133D9"/>
    <w:rsid w:val="001206AD"/>
    <w:rsid w:val="00133425"/>
    <w:rsid w:val="001334F5"/>
    <w:rsid w:val="0015457E"/>
    <w:rsid w:val="00160C1C"/>
    <w:rsid w:val="001833E9"/>
    <w:rsid w:val="00184663"/>
    <w:rsid w:val="00184B5B"/>
    <w:rsid w:val="00185CA6"/>
    <w:rsid w:val="001B4D26"/>
    <w:rsid w:val="001C0C54"/>
    <w:rsid w:val="001C661B"/>
    <w:rsid w:val="001D5801"/>
    <w:rsid w:val="001E3D5D"/>
    <w:rsid w:val="001F7A4D"/>
    <w:rsid w:val="00200B57"/>
    <w:rsid w:val="002202CE"/>
    <w:rsid w:val="00241768"/>
    <w:rsid w:val="002444D7"/>
    <w:rsid w:val="002556A0"/>
    <w:rsid w:val="002610D0"/>
    <w:rsid w:val="00271F7D"/>
    <w:rsid w:val="002822AB"/>
    <w:rsid w:val="002833DE"/>
    <w:rsid w:val="0028510D"/>
    <w:rsid w:val="002C0D83"/>
    <w:rsid w:val="002D141C"/>
    <w:rsid w:val="002D2DF8"/>
    <w:rsid w:val="002D4EF6"/>
    <w:rsid w:val="002D57F8"/>
    <w:rsid w:val="002E50CE"/>
    <w:rsid w:val="002F0727"/>
    <w:rsid w:val="002F2761"/>
    <w:rsid w:val="00303060"/>
    <w:rsid w:val="00311DFC"/>
    <w:rsid w:val="00313A19"/>
    <w:rsid w:val="00336BD5"/>
    <w:rsid w:val="00345476"/>
    <w:rsid w:val="0035137D"/>
    <w:rsid w:val="00353ED3"/>
    <w:rsid w:val="00372096"/>
    <w:rsid w:val="0039519A"/>
    <w:rsid w:val="003A4BC4"/>
    <w:rsid w:val="003B48FB"/>
    <w:rsid w:val="003C19BB"/>
    <w:rsid w:val="003D4588"/>
    <w:rsid w:val="003D75A7"/>
    <w:rsid w:val="0040066C"/>
    <w:rsid w:val="00402C9D"/>
    <w:rsid w:val="00403843"/>
    <w:rsid w:val="0040727C"/>
    <w:rsid w:val="00426119"/>
    <w:rsid w:val="00430DBD"/>
    <w:rsid w:val="004313B7"/>
    <w:rsid w:val="00434F39"/>
    <w:rsid w:val="00444453"/>
    <w:rsid w:val="0045756F"/>
    <w:rsid w:val="004637CD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506B95"/>
    <w:rsid w:val="00514F2B"/>
    <w:rsid w:val="00516994"/>
    <w:rsid w:val="0052668D"/>
    <w:rsid w:val="00530614"/>
    <w:rsid w:val="00552FF9"/>
    <w:rsid w:val="00567099"/>
    <w:rsid w:val="00574624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B3548"/>
    <w:rsid w:val="006D2958"/>
    <w:rsid w:val="006D65BC"/>
    <w:rsid w:val="006F4724"/>
    <w:rsid w:val="00712390"/>
    <w:rsid w:val="007560C5"/>
    <w:rsid w:val="00762720"/>
    <w:rsid w:val="00764182"/>
    <w:rsid w:val="00770730"/>
    <w:rsid w:val="00783E4E"/>
    <w:rsid w:val="007A0EB6"/>
    <w:rsid w:val="007E1B79"/>
    <w:rsid w:val="007E665D"/>
    <w:rsid w:val="007F503C"/>
    <w:rsid w:val="007F602E"/>
    <w:rsid w:val="00815C4A"/>
    <w:rsid w:val="00842827"/>
    <w:rsid w:val="00845B41"/>
    <w:rsid w:val="00855AA5"/>
    <w:rsid w:val="0086211E"/>
    <w:rsid w:val="00864C14"/>
    <w:rsid w:val="00867262"/>
    <w:rsid w:val="00884A5E"/>
    <w:rsid w:val="008945E5"/>
    <w:rsid w:val="008D34D1"/>
    <w:rsid w:val="008E43AF"/>
    <w:rsid w:val="008F2FDD"/>
    <w:rsid w:val="008F4DA2"/>
    <w:rsid w:val="008F5080"/>
    <w:rsid w:val="00903181"/>
    <w:rsid w:val="0090617E"/>
    <w:rsid w:val="0091222F"/>
    <w:rsid w:val="00932444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F5501"/>
    <w:rsid w:val="00A027CD"/>
    <w:rsid w:val="00A059F9"/>
    <w:rsid w:val="00A3260B"/>
    <w:rsid w:val="00A5242A"/>
    <w:rsid w:val="00A83480"/>
    <w:rsid w:val="00A8356A"/>
    <w:rsid w:val="00A91BA7"/>
    <w:rsid w:val="00AA1DB4"/>
    <w:rsid w:val="00AB45B7"/>
    <w:rsid w:val="00AC0C7D"/>
    <w:rsid w:val="00AC3DA9"/>
    <w:rsid w:val="00AC3F27"/>
    <w:rsid w:val="00AD7DDC"/>
    <w:rsid w:val="00AE1F79"/>
    <w:rsid w:val="00AE6618"/>
    <w:rsid w:val="00B154A2"/>
    <w:rsid w:val="00B16A99"/>
    <w:rsid w:val="00B255CB"/>
    <w:rsid w:val="00B26D60"/>
    <w:rsid w:val="00B45E98"/>
    <w:rsid w:val="00B77A89"/>
    <w:rsid w:val="00B83FAA"/>
    <w:rsid w:val="00B9036D"/>
    <w:rsid w:val="00B91C5D"/>
    <w:rsid w:val="00B94613"/>
    <w:rsid w:val="00BA43CC"/>
    <w:rsid w:val="00BD75B3"/>
    <w:rsid w:val="00BE1A6B"/>
    <w:rsid w:val="00C27C1F"/>
    <w:rsid w:val="00C37882"/>
    <w:rsid w:val="00C470D5"/>
    <w:rsid w:val="00C657F4"/>
    <w:rsid w:val="00C726D9"/>
    <w:rsid w:val="00C72F11"/>
    <w:rsid w:val="00C74237"/>
    <w:rsid w:val="00C76736"/>
    <w:rsid w:val="00C828E0"/>
    <w:rsid w:val="00CA48A0"/>
    <w:rsid w:val="00CE3D00"/>
    <w:rsid w:val="00CF546B"/>
    <w:rsid w:val="00D16D87"/>
    <w:rsid w:val="00D2398D"/>
    <w:rsid w:val="00D57DE4"/>
    <w:rsid w:val="00D607CC"/>
    <w:rsid w:val="00D620A8"/>
    <w:rsid w:val="00D75772"/>
    <w:rsid w:val="00D7628F"/>
    <w:rsid w:val="00D85031"/>
    <w:rsid w:val="00DA43B9"/>
    <w:rsid w:val="00DB2EA2"/>
    <w:rsid w:val="00DB4C41"/>
    <w:rsid w:val="00DB70C9"/>
    <w:rsid w:val="00DC3C82"/>
    <w:rsid w:val="00DC59BF"/>
    <w:rsid w:val="00DC6B45"/>
    <w:rsid w:val="00DD1ACA"/>
    <w:rsid w:val="00DD42FF"/>
    <w:rsid w:val="00DD6CDC"/>
    <w:rsid w:val="00DF4DAA"/>
    <w:rsid w:val="00E07C3C"/>
    <w:rsid w:val="00E35867"/>
    <w:rsid w:val="00E42A48"/>
    <w:rsid w:val="00E77560"/>
    <w:rsid w:val="00E8002F"/>
    <w:rsid w:val="00E9689C"/>
    <w:rsid w:val="00E96EC2"/>
    <w:rsid w:val="00EB29E5"/>
    <w:rsid w:val="00EE74EA"/>
    <w:rsid w:val="00EF1526"/>
    <w:rsid w:val="00F01D1E"/>
    <w:rsid w:val="00F15712"/>
    <w:rsid w:val="00F200A3"/>
    <w:rsid w:val="00F23DC6"/>
    <w:rsid w:val="00F86AE4"/>
    <w:rsid w:val="00F87D7D"/>
    <w:rsid w:val="00F91C04"/>
    <w:rsid w:val="00F94EAD"/>
    <w:rsid w:val="00FB377C"/>
    <w:rsid w:val="00FB4592"/>
    <w:rsid w:val="00FC5BC9"/>
    <w:rsid w:val="00FD0605"/>
    <w:rsid w:val="00FD10C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.vsd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B49AA-71D2-48D8-9ED9-9A5469B1C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80CEF854.dotm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27</cp:revision>
  <cp:lastPrinted>2015-02-10T17:15:00Z</cp:lastPrinted>
  <dcterms:created xsi:type="dcterms:W3CDTF">2018-04-03T10:30:00Z</dcterms:created>
  <dcterms:modified xsi:type="dcterms:W3CDTF">2018-07-16T12:03:00Z</dcterms:modified>
</cp:coreProperties>
</file>